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769" w:rsidRPr="00540341" w:rsidRDefault="007A4DB2" w:rsidP="00082769">
      <w:pPr>
        <w:jc w:val="center"/>
        <w:rPr>
          <w:rFonts w:ascii="Monotype Corsiva" w:hAnsi="Monotype Corsiva" w:cs="MV Boli"/>
          <w:sz w:val="36"/>
          <w:szCs w:val="36"/>
        </w:rPr>
      </w:pPr>
      <w:r w:rsidRPr="007A4DB2">
        <w:rPr>
          <w:rFonts w:ascii="Garamond" w:hAnsi="Garamond" w:cs="MV Boli"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-6.35pt;margin-top:34.35pt;width:481.5pt;height:0;z-index:251660288" o:connectortype="straight" strokecolor="#7f7f7f [1612]" strokeweight="3pt">
            <v:shadow type="perspective" color="#243f60 [1604]" opacity=".5" offset="1pt" offset2="-1pt"/>
          </v:shape>
        </w:pict>
      </w:r>
      <w:r w:rsidR="00082769" w:rsidRPr="00540341">
        <w:rPr>
          <w:rFonts w:ascii="Monotype Corsiva" w:hAnsi="Monotype Corsiva" w:cs="MV Boli"/>
          <w:sz w:val="44"/>
          <w:szCs w:val="44"/>
        </w:rPr>
        <w:t>FORMA</w:t>
      </w:r>
      <w:r w:rsidR="00082769" w:rsidRPr="00706343">
        <w:rPr>
          <w:rFonts w:ascii="Monotype Corsiva" w:hAnsi="Monotype Corsiva" w:cs="MV Boli"/>
          <w:sz w:val="40"/>
          <w:szCs w:val="40"/>
        </w:rPr>
        <w:t xml:space="preserve">  </w:t>
      </w:r>
      <w:r w:rsidR="00082769" w:rsidRPr="00540341">
        <w:rPr>
          <w:rFonts w:ascii="Monotype Corsiva" w:hAnsi="Monotype Corsiva" w:cs="MV Boli"/>
          <w:sz w:val="36"/>
          <w:szCs w:val="36"/>
        </w:rPr>
        <w:t>Pracownia Projektowa Wanda Formanowska</w:t>
      </w:r>
    </w:p>
    <w:p w:rsidR="00082769" w:rsidRDefault="00082769" w:rsidP="00082769">
      <w:pPr>
        <w:rPr>
          <w:rFonts w:ascii="Garamond" w:hAnsi="Garamond" w:cstheme="minorHAnsi"/>
        </w:rPr>
      </w:pPr>
    </w:p>
    <w:p w:rsidR="00082769" w:rsidRPr="00540341" w:rsidRDefault="00082769" w:rsidP="00082769">
      <w:pPr>
        <w:rPr>
          <w:rFonts w:ascii="Garamond" w:hAnsi="Garamond" w:cstheme="minorHAnsi"/>
        </w:rPr>
      </w:pPr>
      <w:r w:rsidRPr="00540341">
        <w:rPr>
          <w:rFonts w:ascii="Garamond" w:hAnsi="Garamond" w:cstheme="minorHAnsi"/>
        </w:rPr>
        <w:t>ul. Dębowa 6, 64-115 Wilkowice</w:t>
      </w:r>
      <w:r>
        <w:rPr>
          <w:rFonts w:ascii="Garamond" w:hAnsi="Garamond" w:cstheme="minorHAnsi"/>
        </w:rPr>
        <w:tab/>
      </w:r>
      <w:r>
        <w:rPr>
          <w:rFonts w:ascii="Garamond" w:hAnsi="Garamond" w:cstheme="minorHAnsi"/>
        </w:rPr>
        <w:tab/>
      </w:r>
      <w:hyperlink r:id="rId7" w:history="1">
        <w:r w:rsidRPr="00082769">
          <w:rPr>
            <w:rStyle w:val="Hipercze"/>
            <w:rFonts w:ascii="Garamond" w:hAnsi="Garamond" w:cstheme="minorHAnsi"/>
            <w:color w:val="auto"/>
          </w:rPr>
          <w:t>formanowska.wanda@wp.pl</w:t>
        </w:r>
      </w:hyperlink>
      <w:r w:rsidRPr="00082769">
        <w:rPr>
          <w:rFonts w:ascii="Garamond" w:hAnsi="Garamond" w:cstheme="minorHAnsi"/>
        </w:rPr>
        <w:tab/>
      </w:r>
      <w:r>
        <w:rPr>
          <w:rFonts w:ascii="Garamond" w:hAnsi="Garamond" w:cstheme="minorHAnsi"/>
        </w:rPr>
        <w:tab/>
      </w:r>
      <w:r w:rsidRPr="00540341">
        <w:rPr>
          <w:rFonts w:ascii="Garamond" w:hAnsi="Garamond" w:cstheme="minorHAnsi"/>
        </w:rPr>
        <w:t>tel. 506020128</w:t>
      </w:r>
      <w:r w:rsidRPr="00540341">
        <w:rPr>
          <w:rFonts w:ascii="Garamond" w:hAnsi="Garamond" w:cstheme="minorHAnsi"/>
        </w:rPr>
        <w:tab/>
      </w:r>
    </w:p>
    <w:p w:rsidR="00082769" w:rsidRPr="00540341" w:rsidRDefault="007A4DB2" w:rsidP="00082769">
      <w:pPr>
        <w:jc w:val="center"/>
        <w:rPr>
          <w:rFonts w:ascii="Garamond" w:hAnsi="Garamond" w:cstheme="minorHAnsi"/>
        </w:rPr>
      </w:pPr>
      <w:r>
        <w:rPr>
          <w:rFonts w:ascii="Garamond" w:hAnsi="Garamond" w:cstheme="minorHAnsi"/>
          <w:noProof/>
        </w:rPr>
        <w:pict>
          <v:shape id="_x0000_s2051" type="#_x0000_t32" style="position:absolute;left:0;text-align:left;margin-left:-6.35pt;margin-top:20.05pt;width:481.5pt;height:0;z-index:251658240" o:connectortype="straight" strokecolor="#7f7f7f [1612]" strokeweight="3pt">
            <v:shadow type="perspective" color="#7f7f7f [1601]" opacity=".5" offset="1pt" offset2="-1pt"/>
          </v:shape>
        </w:pict>
      </w:r>
      <w:r w:rsidR="00082769" w:rsidRPr="00540341">
        <w:rPr>
          <w:rFonts w:ascii="Garamond" w:hAnsi="Garamond" w:cstheme="minorHAnsi"/>
        </w:rPr>
        <w:t xml:space="preserve">NIP 6972064344 </w:t>
      </w:r>
      <w:r w:rsidR="00082769" w:rsidRPr="00540341">
        <w:rPr>
          <w:rFonts w:ascii="Garamond" w:hAnsi="Garamond" w:cstheme="minorHAnsi"/>
        </w:rPr>
        <w:tab/>
        <w:t>REGON:300078145</w:t>
      </w:r>
    </w:p>
    <w:p w:rsidR="00082769" w:rsidRDefault="00082769" w:rsidP="00082769">
      <w:pPr>
        <w:spacing w:line="360" w:lineRule="auto"/>
      </w:pPr>
    </w:p>
    <w:p w:rsidR="004768CF" w:rsidRPr="004B3A85" w:rsidRDefault="00A85C34" w:rsidP="004768CF">
      <w:pPr>
        <w:tabs>
          <w:tab w:val="left" w:pos="1320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SZCZEGÓŁOWE SPECYFIKACJE TECHNICZNE WYKONANIA I ODBIORU </w:t>
      </w:r>
      <w:r>
        <w:rPr>
          <w:rFonts w:asciiTheme="minorHAnsi" w:hAnsiTheme="minorHAnsi" w:cstheme="minorHAnsi"/>
          <w:b/>
          <w:sz w:val="28"/>
          <w:szCs w:val="28"/>
        </w:rPr>
        <w:br/>
        <w:t>ROBÓT BUDOWLANYCH</w:t>
      </w:r>
    </w:p>
    <w:p w:rsidR="004768CF" w:rsidRPr="004B3A85" w:rsidRDefault="004768CF" w:rsidP="004768C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768CF" w:rsidRPr="004B3A85" w:rsidRDefault="004768CF" w:rsidP="004768C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B3A85">
        <w:rPr>
          <w:rFonts w:asciiTheme="minorHAnsi" w:hAnsiTheme="minorHAnsi" w:cstheme="minorHAnsi"/>
          <w:b/>
          <w:sz w:val="22"/>
          <w:szCs w:val="22"/>
        </w:rPr>
        <w:t>dla inwestycji o nazwie:</w:t>
      </w:r>
    </w:p>
    <w:p w:rsidR="004B3A85" w:rsidRPr="00EC5785" w:rsidRDefault="004B3A85" w:rsidP="004768C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E22A8" w:rsidRPr="006E22A8" w:rsidRDefault="006E22A8" w:rsidP="006E22A8">
      <w:pPr>
        <w:spacing w:line="259" w:lineRule="auto"/>
        <w:ind w:left="201" w:right="13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E22A8">
        <w:rPr>
          <w:rFonts w:asciiTheme="minorHAnsi" w:hAnsiTheme="minorHAnsi" w:cstheme="minorHAnsi"/>
          <w:b/>
          <w:bCs/>
          <w:sz w:val="22"/>
          <w:szCs w:val="22"/>
        </w:rPr>
        <w:t xml:space="preserve">„Przebudowa ulicy Władysława Łokietka w </w:t>
      </w:r>
      <w:proofErr w:type="spellStart"/>
      <w:r w:rsidRPr="006E22A8">
        <w:rPr>
          <w:rFonts w:asciiTheme="minorHAnsi" w:hAnsiTheme="minorHAnsi" w:cstheme="minorHAnsi"/>
          <w:b/>
          <w:bCs/>
          <w:sz w:val="22"/>
          <w:szCs w:val="22"/>
        </w:rPr>
        <w:t>Złotorii</w:t>
      </w:r>
      <w:proofErr w:type="spellEnd"/>
      <w:r w:rsidRPr="006E22A8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6E22A8" w:rsidRPr="006E22A8" w:rsidRDefault="006E22A8" w:rsidP="006E22A8">
      <w:pPr>
        <w:spacing w:line="259" w:lineRule="auto"/>
        <w:ind w:left="110"/>
        <w:jc w:val="center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6E22A8" w:rsidRPr="006E22A8" w:rsidRDefault="006E22A8" w:rsidP="006E22A8">
      <w:pPr>
        <w:tabs>
          <w:tab w:val="center" w:pos="2846"/>
        </w:tabs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 xml:space="preserve">Inwestor/ Zamawiający:  </w:t>
      </w:r>
      <w:r w:rsidRPr="006E22A8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</w:p>
    <w:p w:rsidR="006E22A8" w:rsidRPr="006E22A8" w:rsidRDefault="006E22A8" w:rsidP="006E22A8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</w:rPr>
      </w:pPr>
      <w:r w:rsidRPr="006E22A8">
        <w:rPr>
          <w:rFonts w:asciiTheme="minorHAnsi" w:eastAsiaTheme="minorEastAsia" w:hAnsiTheme="minorHAnsi" w:cstheme="minorHAnsi"/>
          <w:sz w:val="22"/>
          <w:szCs w:val="22"/>
        </w:rPr>
        <w:t>Gmina Lubicz, ul. Toruńska 21, 87-162 Lubicz</w:t>
      </w:r>
    </w:p>
    <w:p w:rsidR="006E22A8" w:rsidRPr="006E22A8" w:rsidRDefault="006E22A8" w:rsidP="006E22A8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6E22A8" w:rsidRPr="006E22A8" w:rsidRDefault="006E22A8" w:rsidP="006E22A8">
      <w:pPr>
        <w:tabs>
          <w:tab w:val="center" w:pos="2711"/>
        </w:tabs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>Nazwa zamierzenia</w:t>
      </w: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  <w:r w:rsidRPr="006E22A8">
        <w:rPr>
          <w:rFonts w:asciiTheme="minorHAnsi" w:hAnsiTheme="minorHAnsi" w:cstheme="minorHAnsi"/>
          <w:b/>
          <w:sz w:val="22"/>
          <w:szCs w:val="22"/>
        </w:rPr>
        <w:t>budowlanego:</w:t>
      </w: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22A8" w:rsidRPr="006E22A8" w:rsidRDefault="006E22A8" w:rsidP="006E22A8">
      <w:pPr>
        <w:spacing w:after="9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>Przebudowa drogi gminnej wewnętrznej</w:t>
      </w:r>
    </w:p>
    <w:p w:rsidR="006E22A8" w:rsidRPr="006E22A8" w:rsidRDefault="006E22A8" w:rsidP="006E22A8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22A8" w:rsidRPr="006E22A8" w:rsidRDefault="006E22A8" w:rsidP="006E22A8">
      <w:pPr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>Branża:</w:t>
      </w:r>
      <w:r w:rsidRPr="006E22A8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6E22A8" w:rsidRPr="006E22A8" w:rsidRDefault="006E22A8" w:rsidP="006E22A8">
      <w:pPr>
        <w:spacing w:after="9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Drogowa </w:t>
      </w:r>
    </w:p>
    <w:p w:rsidR="006E22A8" w:rsidRPr="006E22A8" w:rsidRDefault="006E22A8" w:rsidP="006E22A8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22A8" w:rsidRPr="006E22A8" w:rsidRDefault="006E22A8" w:rsidP="006E22A8">
      <w:pPr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>Kategoria obiektu:</w:t>
      </w: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22A8" w:rsidRPr="006E22A8" w:rsidRDefault="006E22A8" w:rsidP="006E22A8">
      <w:pPr>
        <w:spacing w:after="9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XXV </w:t>
      </w:r>
    </w:p>
    <w:p w:rsidR="006E22A8" w:rsidRPr="006E22A8" w:rsidRDefault="006E22A8" w:rsidP="006E22A8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22A8" w:rsidRPr="006E22A8" w:rsidRDefault="006E22A8" w:rsidP="006E22A8">
      <w:pPr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>Lokalizacja:</w:t>
      </w: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22A8" w:rsidRPr="006E22A8" w:rsidRDefault="006E22A8" w:rsidP="006E22A8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color w:val="000000"/>
          <w:sz w:val="22"/>
          <w:szCs w:val="22"/>
        </w:rPr>
        <w:t xml:space="preserve">Działki nr </w:t>
      </w:r>
      <w:proofErr w:type="spellStart"/>
      <w:r w:rsidRPr="006E22A8">
        <w:rPr>
          <w:rFonts w:asciiTheme="minorHAnsi" w:hAnsiTheme="minorHAnsi" w:cstheme="minorHAnsi"/>
          <w:color w:val="000000"/>
          <w:sz w:val="22"/>
          <w:szCs w:val="22"/>
        </w:rPr>
        <w:t>ewid</w:t>
      </w:r>
      <w:proofErr w:type="spellEnd"/>
      <w:r w:rsidRPr="006E22A8">
        <w:rPr>
          <w:rFonts w:asciiTheme="minorHAnsi" w:hAnsiTheme="minorHAnsi" w:cstheme="minorHAnsi"/>
          <w:color w:val="000000"/>
          <w:sz w:val="22"/>
          <w:szCs w:val="22"/>
        </w:rPr>
        <w:t xml:space="preserve">. 144/11, 144/12, 145/9, 364/4, 364/3, 145/8, 146/8, 364/5, 146/16, 146/15, 147/5, 148/8, 148/4, 310/3, 148/9, obręb 0019 </w:t>
      </w:r>
      <w:proofErr w:type="spellStart"/>
      <w:r w:rsidRPr="006E22A8">
        <w:rPr>
          <w:rFonts w:asciiTheme="minorHAnsi" w:hAnsiTheme="minorHAnsi" w:cstheme="minorHAnsi"/>
          <w:color w:val="000000"/>
          <w:sz w:val="22"/>
          <w:szCs w:val="22"/>
        </w:rPr>
        <w:t>Złotoria</w:t>
      </w:r>
      <w:proofErr w:type="spellEnd"/>
      <w:r w:rsidRPr="006E22A8">
        <w:rPr>
          <w:rFonts w:asciiTheme="minorHAnsi" w:hAnsiTheme="minorHAnsi" w:cstheme="minorHAnsi"/>
          <w:color w:val="000000"/>
          <w:sz w:val="22"/>
          <w:szCs w:val="22"/>
        </w:rPr>
        <w:t xml:space="preserve">, jednostka ewidencyjna 041504_2 </w:t>
      </w:r>
      <w:proofErr w:type="spellStart"/>
      <w:r w:rsidRPr="006E22A8">
        <w:rPr>
          <w:rFonts w:asciiTheme="minorHAnsi" w:hAnsiTheme="minorHAnsi" w:cstheme="minorHAnsi"/>
          <w:color w:val="000000"/>
          <w:sz w:val="22"/>
          <w:szCs w:val="22"/>
        </w:rPr>
        <w:t>Złotoria</w:t>
      </w:r>
      <w:proofErr w:type="spellEnd"/>
      <w:r w:rsidRPr="006E22A8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6E22A8">
        <w:rPr>
          <w:rFonts w:asciiTheme="minorHAnsi" w:eastAsiaTheme="minorEastAsia" w:hAnsiTheme="minorHAnsi" w:cstheme="minorHAnsi"/>
          <w:sz w:val="22"/>
          <w:szCs w:val="22"/>
        </w:rPr>
        <w:t>gmina Lubicz, powiat toruński, województwo kujawsko-pomorskie</w:t>
      </w:r>
    </w:p>
    <w:p w:rsidR="006E22A8" w:rsidRPr="006E22A8" w:rsidRDefault="006E22A8" w:rsidP="006E22A8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22A8" w:rsidRPr="006E22A8" w:rsidRDefault="006E22A8" w:rsidP="006E22A8">
      <w:pPr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 xml:space="preserve">Podstawa opracowania: </w:t>
      </w:r>
    </w:p>
    <w:p w:rsidR="006E22A8" w:rsidRPr="006E22A8" w:rsidRDefault="006E22A8" w:rsidP="006E22A8">
      <w:pPr>
        <w:spacing w:after="9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1. Umowa na wykonanie dokumentacji projektowej nr INW.272.57.2024 </w:t>
      </w:r>
    </w:p>
    <w:p w:rsidR="004768CF" w:rsidRPr="006E22A8" w:rsidRDefault="004768CF" w:rsidP="004768CF">
      <w:pPr>
        <w:ind w:left="2124" w:hanging="2124"/>
        <w:rPr>
          <w:rFonts w:asciiTheme="minorHAnsi" w:hAnsiTheme="minorHAnsi" w:cstheme="minorHAnsi"/>
          <w:sz w:val="22"/>
          <w:szCs w:val="22"/>
        </w:rPr>
      </w:pPr>
    </w:p>
    <w:p w:rsidR="004768CF" w:rsidRPr="006E22A8" w:rsidRDefault="004768CF" w:rsidP="004768CF">
      <w:pPr>
        <w:rPr>
          <w:rFonts w:asciiTheme="minorHAnsi" w:hAnsiTheme="minorHAnsi" w:cstheme="minorHAnsi"/>
          <w:b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>Jednostka projektowa:</w:t>
      </w:r>
    </w:p>
    <w:p w:rsidR="004768CF" w:rsidRPr="006E22A8" w:rsidRDefault="002D22C4" w:rsidP="004768CF">
      <w:pPr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>FORMA” Pracownia Projektowa Wanda Formanowska</w:t>
      </w:r>
      <w:r w:rsidR="004768CF" w:rsidRPr="006E22A8">
        <w:rPr>
          <w:rFonts w:asciiTheme="minorHAnsi" w:hAnsiTheme="minorHAnsi" w:cstheme="minorHAnsi"/>
          <w:sz w:val="22"/>
          <w:szCs w:val="22"/>
        </w:rPr>
        <w:t>, ul. Dębowa 6, 64-115 Wilkowice</w:t>
      </w:r>
    </w:p>
    <w:p w:rsidR="004768CF" w:rsidRPr="004B3A85" w:rsidRDefault="004768CF" w:rsidP="004768CF">
      <w:pPr>
        <w:ind w:left="2124" w:hanging="2124"/>
        <w:rPr>
          <w:rFonts w:asciiTheme="minorHAnsi" w:hAnsiTheme="minorHAnsi" w:cstheme="minorHAnsi"/>
          <w:sz w:val="22"/>
          <w:szCs w:val="22"/>
        </w:rPr>
      </w:pPr>
    </w:p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b/>
          <w:sz w:val="22"/>
          <w:szCs w:val="22"/>
        </w:rPr>
      </w:pPr>
      <w:r w:rsidRPr="004B3A85">
        <w:rPr>
          <w:rFonts w:asciiTheme="minorHAnsi" w:hAnsiTheme="minorHAnsi" w:cstheme="minorHAnsi"/>
          <w:b/>
          <w:sz w:val="22"/>
          <w:szCs w:val="22"/>
        </w:rPr>
        <w:t>Zespół projektowy:</w:t>
      </w:r>
    </w:p>
    <w:tbl>
      <w:tblPr>
        <w:tblW w:w="9464" w:type="dxa"/>
        <w:tblCellSpacing w:w="20" w:type="dxa"/>
        <w:tblInd w:w="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2093"/>
        <w:gridCol w:w="1843"/>
        <w:gridCol w:w="2693"/>
        <w:gridCol w:w="2835"/>
      </w:tblGrid>
      <w:tr w:rsidR="004768CF" w:rsidRPr="004B3A85" w:rsidTr="000B4682">
        <w:trPr>
          <w:tblCellSpacing w:w="20" w:type="dxa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28001172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Imię i Nazwisko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Stanowisko</w:t>
            </w:r>
          </w:p>
        </w:tc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Nr </w:t>
            </w:r>
            <w:proofErr w:type="spellStart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upr</w:t>
            </w:r>
            <w:proofErr w:type="spellEnd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./</w:t>
            </w:r>
            <w:proofErr w:type="spellStart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specj</w:t>
            </w:r>
            <w:proofErr w:type="spellEnd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Podpis</w:t>
            </w:r>
          </w:p>
        </w:tc>
      </w:tr>
      <w:bookmarkEnd w:id="0"/>
      <w:tr w:rsidR="004768CF" w:rsidRPr="004B3A85" w:rsidTr="000B4682">
        <w:trPr>
          <w:trHeight w:val="586"/>
          <w:tblCellSpacing w:w="20" w:type="dxa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mgr inż. Wanda Formanowska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asystent</w:t>
            </w:r>
          </w:p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projektanta</w:t>
            </w:r>
          </w:p>
        </w:tc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inżynieryjna – drogowa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Y="14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1014"/>
        <w:gridCol w:w="2214"/>
      </w:tblGrid>
      <w:tr w:rsidR="000B4682" w:rsidRPr="004B3A85" w:rsidTr="000B4682">
        <w:trPr>
          <w:tblCellSpacing w:w="20" w:type="dxa"/>
        </w:trPr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B4682" w:rsidRPr="004B3A85" w:rsidRDefault="000B4682" w:rsidP="000B4682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Nr egz.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682" w:rsidRPr="004B3A85" w:rsidRDefault="000B4682" w:rsidP="000B4682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Data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opracowania</w:t>
            </w:r>
          </w:p>
        </w:tc>
      </w:tr>
      <w:tr w:rsidR="000B4682" w:rsidRPr="004B3A85" w:rsidTr="000B4682">
        <w:trPr>
          <w:tblCellSpacing w:w="20" w:type="dxa"/>
        </w:trPr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B4682" w:rsidRPr="004B3A85" w:rsidRDefault="00041E6E" w:rsidP="000B4682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4682" w:rsidRPr="004B3A85" w:rsidRDefault="006E22A8" w:rsidP="006E22A8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</w:t>
            </w:r>
            <w:r w:rsidR="002D22C4">
              <w:rPr>
                <w:rFonts w:asciiTheme="minorHAnsi" w:hAnsiTheme="minorHAnsi" w:cstheme="minorHAnsi"/>
                <w:sz w:val="22"/>
                <w:szCs w:val="22"/>
              </w:rPr>
              <w:t>.0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2D22C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0B4682" w:rsidRPr="004B3A85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</w:tbl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  <w:r w:rsidRPr="004B3A8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p w:rsidR="00A85C34" w:rsidRDefault="00A85C34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:rsidR="00A85C34" w:rsidRDefault="00A85C34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:rsidR="00A85C34" w:rsidRDefault="00A85C34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:rsidR="00A85C34" w:rsidRDefault="00A85C34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:rsidR="00A85C34" w:rsidRDefault="00A85C34" w:rsidP="00A85C34">
      <w:pPr>
        <w:spacing w:line="360" w:lineRule="auto"/>
        <w:jc w:val="both"/>
        <w:rPr>
          <w:rFonts w:ascii="Calibri" w:hAnsi="Calibri" w:cs="Calibri"/>
          <w:b/>
          <w:sz w:val="26"/>
          <w:szCs w:val="26"/>
        </w:rPr>
      </w:pPr>
    </w:p>
    <w:sectPr w:rsidR="00A85C34" w:rsidSect="00EC5785">
      <w:footerReference w:type="even" r:id="rId8"/>
      <w:footerReference w:type="default" r:id="rId9"/>
      <w:pgSz w:w="11906" w:h="16838"/>
      <w:pgMar w:top="993" w:right="1417" w:bottom="1135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2A8" w:rsidRDefault="006E22A8">
      <w:r>
        <w:separator/>
      </w:r>
    </w:p>
  </w:endnote>
  <w:endnote w:type="continuationSeparator" w:id="0">
    <w:p w:rsidR="006E22A8" w:rsidRDefault="006E22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2A8" w:rsidRDefault="006E22A8" w:rsidP="00285C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E22A8" w:rsidRDefault="006E22A8" w:rsidP="0066534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2A8" w:rsidRPr="004D3247" w:rsidRDefault="006E22A8" w:rsidP="0066534C">
    <w:pPr>
      <w:pStyle w:val="Stopka"/>
      <w:ind w:right="360"/>
      <w:rPr>
        <w:rFonts w:ascii="Garamond" w:hAnsi="Garamond"/>
        <w:u w:val="single"/>
      </w:rPr>
    </w:pPr>
    <w:r>
      <w:rPr>
        <w:rFonts w:ascii="Garamond" w:hAnsi="Garamond"/>
        <w:u w:val="single"/>
      </w:rPr>
      <w:tab/>
    </w:r>
    <w:r>
      <w:rPr>
        <w:rFonts w:ascii="Garamond" w:hAnsi="Garamond"/>
        <w:u w:val="single"/>
      </w:rPr>
      <w:tab/>
    </w:r>
  </w:p>
  <w:p w:rsidR="006E22A8" w:rsidRPr="00D11768" w:rsidRDefault="006E22A8" w:rsidP="004D3247">
    <w:pPr>
      <w:pStyle w:val="Stopka"/>
      <w:jc w:val="center"/>
      <w:rPr>
        <w:rFonts w:ascii="Calibri" w:hAnsi="Calibri" w:cs="Calibri"/>
        <w:sz w:val="20"/>
        <w:szCs w:val="20"/>
      </w:rPr>
    </w:pPr>
    <w:r w:rsidRPr="00D11768">
      <w:rPr>
        <w:rFonts w:ascii="Calibri" w:hAnsi="Calibri" w:cs="Calibri"/>
        <w:sz w:val="20"/>
        <w:szCs w:val="20"/>
      </w:rPr>
      <w:t>„FORMA” s.c.</w:t>
    </w:r>
  </w:p>
  <w:p w:rsidR="006E22A8" w:rsidRPr="00F51542" w:rsidRDefault="006E22A8" w:rsidP="00F51542">
    <w:pPr>
      <w:pStyle w:val="Stopka"/>
      <w:rPr>
        <w:rFonts w:ascii="Garamond" w:hAnsi="Garamond"/>
        <w:sz w:val="18"/>
        <w:szCs w:val="18"/>
      </w:rPr>
    </w:pPr>
    <w:r>
      <w:rPr>
        <w:noProof/>
      </w:rPr>
      <w:drawing>
        <wp:inline distT="0" distB="0" distL="0" distR="0">
          <wp:extent cx="1009650" cy="590550"/>
          <wp:effectExtent l="19050" t="0" r="0" b="0"/>
          <wp:docPr id="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D11768">
      <w:rPr>
        <w:rFonts w:ascii="Calibri" w:hAnsi="Calibri" w:cs="Calibri"/>
        <w:sz w:val="20"/>
        <w:szCs w:val="20"/>
      </w:rPr>
      <w:t xml:space="preserve">str. </w:t>
    </w:r>
    <w:r w:rsidRPr="00D11768">
      <w:rPr>
        <w:rFonts w:ascii="Calibri" w:hAnsi="Calibri" w:cs="Calibri"/>
        <w:sz w:val="20"/>
        <w:szCs w:val="20"/>
      </w:rPr>
      <w:fldChar w:fldCharType="begin"/>
    </w:r>
    <w:r w:rsidRPr="00D11768">
      <w:rPr>
        <w:rFonts w:ascii="Calibri" w:hAnsi="Calibri" w:cs="Calibri"/>
        <w:sz w:val="20"/>
        <w:szCs w:val="20"/>
      </w:rPr>
      <w:instrText xml:space="preserve"> PAGE    \* MERGEFORMAT </w:instrText>
    </w:r>
    <w:r w:rsidRPr="00D11768">
      <w:rPr>
        <w:rFonts w:ascii="Calibri" w:hAnsi="Calibri" w:cs="Calibri"/>
        <w:sz w:val="20"/>
        <w:szCs w:val="20"/>
      </w:rPr>
      <w:fldChar w:fldCharType="separate"/>
    </w:r>
    <w:r>
      <w:rPr>
        <w:rFonts w:ascii="Calibri" w:hAnsi="Calibri" w:cs="Calibri"/>
        <w:noProof/>
        <w:sz w:val="20"/>
        <w:szCs w:val="20"/>
      </w:rPr>
      <w:t>1</w:t>
    </w:r>
    <w:r w:rsidRPr="00D11768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2A8" w:rsidRDefault="006E22A8">
      <w:r>
        <w:separator/>
      </w:r>
    </w:p>
  </w:footnote>
  <w:footnote w:type="continuationSeparator" w:id="0">
    <w:p w:rsidR="006E22A8" w:rsidRDefault="006E22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B66"/>
    <w:multiLevelType w:val="hybridMultilevel"/>
    <w:tmpl w:val="BE14841C"/>
    <w:lvl w:ilvl="0" w:tplc="2ED4D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2124D"/>
    <w:multiLevelType w:val="hybridMultilevel"/>
    <w:tmpl w:val="302A37F0"/>
    <w:lvl w:ilvl="0" w:tplc="D73EE152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D848F644">
      <w:start w:val="4"/>
      <w:numFmt w:val="decimal"/>
      <w:lvlText w:val="1.%3. "/>
      <w:lvlJc w:val="left"/>
      <w:pPr>
        <w:ind w:left="2160" w:hanging="180"/>
      </w:pPr>
      <w:rPr>
        <w:rFonts w:ascii="Arial" w:hAnsi="Arial" w:cs="Arial" w:hint="default"/>
        <w:b w:val="0"/>
        <w:i w:val="0"/>
        <w:strike w:val="0"/>
        <w:dstrike w:val="0"/>
        <w:sz w:val="21"/>
        <w:szCs w:val="21"/>
        <w:u w:val="none"/>
        <w:effect w:val="none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21F58"/>
    <w:multiLevelType w:val="hybridMultilevel"/>
    <w:tmpl w:val="5156B03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237081E"/>
    <w:multiLevelType w:val="hybridMultilevel"/>
    <w:tmpl w:val="5582BFFA"/>
    <w:lvl w:ilvl="0" w:tplc="04150001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527154"/>
    <w:multiLevelType w:val="hybridMultilevel"/>
    <w:tmpl w:val="A4B8B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D69A5"/>
    <w:multiLevelType w:val="hybridMultilevel"/>
    <w:tmpl w:val="162E517E"/>
    <w:lvl w:ilvl="0" w:tplc="A24CD53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D4B86"/>
    <w:multiLevelType w:val="hybridMultilevel"/>
    <w:tmpl w:val="4EE297D2"/>
    <w:lvl w:ilvl="0" w:tplc="15A26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2537F6"/>
    <w:multiLevelType w:val="hybridMultilevel"/>
    <w:tmpl w:val="C4B866B0"/>
    <w:lvl w:ilvl="0" w:tplc="3F4CCF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F11506"/>
    <w:multiLevelType w:val="hybridMultilevel"/>
    <w:tmpl w:val="967EF1FE"/>
    <w:lvl w:ilvl="0" w:tplc="24762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6E2E60">
      <w:numFmt w:val="none"/>
      <w:lvlText w:val=""/>
      <w:lvlJc w:val="left"/>
      <w:pPr>
        <w:tabs>
          <w:tab w:val="num" w:pos="360"/>
        </w:tabs>
      </w:pPr>
    </w:lvl>
    <w:lvl w:ilvl="2" w:tplc="7B3644FE">
      <w:numFmt w:val="none"/>
      <w:lvlText w:val=""/>
      <w:lvlJc w:val="left"/>
      <w:pPr>
        <w:tabs>
          <w:tab w:val="num" w:pos="360"/>
        </w:tabs>
      </w:pPr>
    </w:lvl>
    <w:lvl w:ilvl="3" w:tplc="22C42A7E">
      <w:numFmt w:val="none"/>
      <w:lvlText w:val=""/>
      <w:lvlJc w:val="left"/>
      <w:pPr>
        <w:tabs>
          <w:tab w:val="num" w:pos="360"/>
        </w:tabs>
      </w:pPr>
    </w:lvl>
    <w:lvl w:ilvl="4" w:tplc="9438B76A">
      <w:numFmt w:val="none"/>
      <w:lvlText w:val=""/>
      <w:lvlJc w:val="left"/>
      <w:pPr>
        <w:tabs>
          <w:tab w:val="num" w:pos="360"/>
        </w:tabs>
      </w:pPr>
    </w:lvl>
    <w:lvl w:ilvl="5" w:tplc="06F2B244">
      <w:numFmt w:val="none"/>
      <w:lvlText w:val=""/>
      <w:lvlJc w:val="left"/>
      <w:pPr>
        <w:tabs>
          <w:tab w:val="num" w:pos="360"/>
        </w:tabs>
      </w:pPr>
    </w:lvl>
    <w:lvl w:ilvl="6" w:tplc="54F49D20">
      <w:numFmt w:val="none"/>
      <w:lvlText w:val=""/>
      <w:lvlJc w:val="left"/>
      <w:pPr>
        <w:tabs>
          <w:tab w:val="num" w:pos="360"/>
        </w:tabs>
      </w:pPr>
    </w:lvl>
    <w:lvl w:ilvl="7" w:tplc="598CA9F2">
      <w:numFmt w:val="none"/>
      <w:lvlText w:val=""/>
      <w:lvlJc w:val="left"/>
      <w:pPr>
        <w:tabs>
          <w:tab w:val="num" w:pos="360"/>
        </w:tabs>
      </w:pPr>
    </w:lvl>
    <w:lvl w:ilvl="8" w:tplc="344A6B4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5C0F7548"/>
    <w:multiLevelType w:val="hybridMultilevel"/>
    <w:tmpl w:val="9746BDF2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8B36B8"/>
    <w:multiLevelType w:val="hybridMultilevel"/>
    <w:tmpl w:val="26027E46"/>
    <w:lvl w:ilvl="0" w:tplc="58644F6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602063"/>
    <w:multiLevelType w:val="hybridMultilevel"/>
    <w:tmpl w:val="4E989A04"/>
    <w:lvl w:ilvl="0" w:tplc="B6CA0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864ED7"/>
    <w:multiLevelType w:val="hybridMultilevel"/>
    <w:tmpl w:val="CA1627E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C722A81"/>
    <w:multiLevelType w:val="hybridMultilevel"/>
    <w:tmpl w:val="C0A8712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7236545C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83516B"/>
    <w:multiLevelType w:val="hybridMultilevel"/>
    <w:tmpl w:val="94CCEE3A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6">
    <w:nsid w:val="78F8202D"/>
    <w:multiLevelType w:val="hybridMultilevel"/>
    <w:tmpl w:val="29448030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9F0609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2D3346"/>
    <w:multiLevelType w:val="hybridMultilevel"/>
    <w:tmpl w:val="7C72C6B2"/>
    <w:lvl w:ilvl="0" w:tplc="F65CC2E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5"/>
  </w:num>
  <w:num w:numId="4">
    <w:abstractNumId w:val="13"/>
  </w:num>
  <w:num w:numId="5">
    <w:abstractNumId w:val="12"/>
  </w:num>
  <w:num w:numId="6">
    <w:abstractNumId w:val="1"/>
  </w:num>
  <w:num w:numId="7">
    <w:abstractNumId w:val="4"/>
  </w:num>
  <w:num w:numId="8">
    <w:abstractNumId w:val="7"/>
  </w:num>
  <w:num w:numId="9">
    <w:abstractNumId w:val="11"/>
  </w:num>
  <w:num w:numId="10">
    <w:abstractNumId w:val="16"/>
  </w:num>
  <w:num w:numId="11">
    <w:abstractNumId w:val="9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8"/>
  </w:num>
  <w:num w:numId="15">
    <w:abstractNumId w:val="14"/>
  </w:num>
  <w:num w:numId="16">
    <w:abstractNumId w:val="17"/>
  </w:num>
  <w:num w:numId="17">
    <w:abstractNumId w:val="0"/>
  </w:num>
  <w:num w:numId="18">
    <w:abstractNumId w:val="10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397"/>
  <w:hyphenationZone w:val="425"/>
  <w:drawingGridHorizontalSpacing w:val="12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/>
  <w:rsids>
    <w:rsidRoot w:val="00560AEB"/>
    <w:rsid w:val="000029E1"/>
    <w:rsid w:val="00016246"/>
    <w:rsid w:val="00040620"/>
    <w:rsid w:val="00041E6E"/>
    <w:rsid w:val="00043A05"/>
    <w:rsid w:val="00056CE8"/>
    <w:rsid w:val="00057F19"/>
    <w:rsid w:val="00066BCB"/>
    <w:rsid w:val="00072628"/>
    <w:rsid w:val="00082769"/>
    <w:rsid w:val="00084893"/>
    <w:rsid w:val="00085662"/>
    <w:rsid w:val="000A2444"/>
    <w:rsid w:val="000A7FFC"/>
    <w:rsid w:val="000B15E4"/>
    <w:rsid w:val="000B4682"/>
    <w:rsid w:val="000B4D7E"/>
    <w:rsid w:val="000C41D1"/>
    <w:rsid w:val="000E64FB"/>
    <w:rsid w:val="00105AE5"/>
    <w:rsid w:val="001141FD"/>
    <w:rsid w:val="001305E9"/>
    <w:rsid w:val="00130CD9"/>
    <w:rsid w:val="001414D2"/>
    <w:rsid w:val="00154C24"/>
    <w:rsid w:val="00160D88"/>
    <w:rsid w:val="0016406F"/>
    <w:rsid w:val="00181217"/>
    <w:rsid w:val="00185B52"/>
    <w:rsid w:val="00197135"/>
    <w:rsid w:val="00197BCD"/>
    <w:rsid w:val="001B2D98"/>
    <w:rsid w:val="001B5E0B"/>
    <w:rsid w:val="001B65F1"/>
    <w:rsid w:val="001B6D24"/>
    <w:rsid w:val="001C4478"/>
    <w:rsid w:val="001C7A5F"/>
    <w:rsid w:val="001C7A74"/>
    <w:rsid w:val="001D250C"/>
    <w:rsid w:val="001D3ADD"/>
    <w:rsid w:val="001E028E"/>
    <w:rsid w:val="001E0874"/>
    <w:rsid w:val="001E5BFE"/>
    <w:rsid w:val="002010FF"/>
    <w:rsid w:val="00203C66"/>
    <w:rsid w:val="00205187"/>
    <w:rsid w:val="00211013"/>
    <w:rsid w:val="00215E0C"/>
    <w:rsid w:val="00227899"/>
    <w:rsid w:val="0023212E"/>
    <w:rsid w:val="00240542"/>
    <w:rsid w:val="00263146"/>
    <w:rsid w:val="002645CD"/>
    <w:rsid w:val="002713AA"/>
    <w:rsid w:val="00272A2A"/>
    <w:rsid w:val="00275F0B"/>
    <w:rsid w:val="00281E84"/>
    <w:rsid w:val="00283F45"/>
    <w:rsid w:val="00285C76"/>
    <w:rsid w:val="0029550C"/>
    <w:rsid w:val="002A2B52"/>
    <w:rsid w:val="002B0747"/>
    <w:rsid w:val="002B3AB5"/>
    <w:rsid w:val="002C1578"/>
    <w:rsid w:val="002C6F42"/>
    <w:rsid w:val="002D22C4"/>
    <w:rsid w:val="002D6807"/>
    <w:rsid w:val="002E04A7"/>
    <w:rsid w:val="002E19FD"/>
    <w:rsid w:val="00303753"/>
    <w:rsid w:val="00317208"/>
    <w:rsid w:val="00332823"/>
    <w:rsid w:val="00334D80"/>
    <w:rsid w:val="003439E9"/>
    <w:rsid w:val="00345323"/>
    <w:rsid w:val="00350FE8"/>
    <w:rsid w:val="00356FC2"/>
    <w:rsid w:val="00380B79"/>
    <w:rsid w:val="003845EB"/>
    <w:rsid w:val="003B4B55"/>
    <w:rsid w:val="003D5F2D"/>
    <w:rsid w:val="003E7872"/>
    <w:rsid w:val="003F15DD"/>
    <w:rsid w:val="003F5BE7"/>
    <w:rsid w:val="004034EB"/>
    <w:rsid w:val="00407025"/>
    <w:rsid w:val="00410463"/>
    <w:rsid w:val="00421351"/>
    <w:rsid w:val="00437534"/>
    <w:rsid w:val="00450D68"/>
    <w:rsid w:val="00464C47"/>
    <w:rsid w:val="00471D90"/>
    <w:rsid w:val="00476309"/>
    <w:rsid w:val="004768CF"/>
    <w:rsid w:val="004A7536"/>
    <w:rsid w:val="004B13C5"/>
    <w:rsid w:val="004B3A85"/>
    <w:rsid w:val="004C389A"/>
    <w:rsid w:val="004D1021"/>
    <w:rsid w:val="004D3247"/>
    <w:rsid w:val="004D4D24"/>
    <w:rsid w:val="00504D90"/>
    <w:rsid w:val="00507A80"/>
    <w:rsid w:val="00517941"/>
    <w:rsid w:val="00525E5F"/>
    <w:rsid w:val="00533043"/>
    <w:rsid w:val="00546276"/>
    <w:rsid w:val="005467EC"/>
    <w:rsid w:val="00546D55"/>
    <w:rsid w:val="00560AEB"/>
    <w:rsid w:val="00565EAA"/>
    <w:rsid w:val="0057038A"/>
    <w:rsid w:val="00570AA9"/>
    <w:rsid w:val="005743DC"/>
    <w:rsid w:val="005779EB"/>
    <w:rsid w:val="00584003"/>
    <w:rsid w:val="005A04DD"/>
    <w:rsid w:val="005A28A2"/>
    <w:rsid w:val="005A4CE0"/>
    <w:rsid w:val="005A638F"/>
    <w:rsid w:val="005C0715"/>
    <w:rsid w:val="005C175B"/>
    <w:rsid w:val="005C25BD"/>
    <w:rsid w:val="005C3CEB"/>
    <w:rsid w:val="005C4246"/>
    <w:rsid w:val="005C5083"/>
    <w:rsid w:val="005C5213"/>
    <w:rsid w:val="005D50EE"/>
    <w:rsid w:val="005E0F72"/>
    <w:rsid w:val="005E6158"/>
    <w:rsid w:val="005F0423"/>
    <w:rsid w:val="0060630F"/>
    <w:rsid w:val="006100AE"/>
    <w:rsid w:val="00611F56"/>
    <w:rsid w:val="00617105"/>
    <w:rsid w:val="00620390"/>
    <w:rsid w:val="00620639"/>
    <w:rsid w:val="0062294A"/>
    <w:rsid w:val="00642AB5"/>
    <w:rsid w:val="0065076E"/>
    <w:rsid w:val="00660439"/>
    <w:rsid w:val="006606DB"/>
    <w:rsid w:val="00663C3C"/>
    <w:rsid w:val="0066534C"/>
    <w:rsid w:val="006A5D88"/>
    <w:rsid w:val="006A5F7E"/>
    <w:rsid w:val="006B1876"/>
    <w:rsid w:val="006B2A6E"/>
    <w:rsid w:val="006B6B56"/>
    <w:rsid w:val="006C45EE"/>
    <w:rsid w:val="006D4F02"/>
    <w:rsid w:val="006D611B"/>
    <w:rsid w:val="006E0B60"/>
    <w:rsid w:val="006E1745"/>
    <w:rsid w:val="006E22A8"/>
    <w:rsid w:val="00723C7A"/>
    <w:rsid w:val="00731B6D"/>
    <w:rsid w:val="00743EED"/>
    <w:rsid w:val="00753423"/>
    <w:rsid w:val="00780ED9"/>
    <w:rsid w:val="00796ED9"/>
    <w:rsid w:val="007A4A83"/>
    <w:rsid w:val="007A4DB2"/>
    <w:rsid w:val="007A7D8F"/>
    <w:rsid w:val="007B2FE0"/>
    <w:rsid w:val="007B30EB"/>
    <w:rsid w:val="007B61DE"/>
    <w:rsid w:val="007C50B5"/>
    <w:rsid w:val="007C6C4E"/>
    <w:rsid w:val="007D280E"/>
    <w:rsid w:val="007E0798"/>
    <w:rsid w:val="007E7AE0"/>
    <w:rsid w:val="007F3CDA"/>
    <w:rsid w:val="007F3EE6"/>
    <w:rsid w:val="008126F1"/>
    <w:rsid w:val="00820593"/>
    <w:rsid w:val="008205AC"/>
    <w:rsid w:val="008275D9"/>
    <w:rsid w:val="00827634"/>
    <w:rsid w:val="00830350"/>
    <w:rsid w:val="00830980"/>
    <w:rsid w:val="008358A4"/>
    <w:rsid w:val="00841D23"/>
    <w:rsid w:val="0084326E"/>
    <w:rsid w:val="00845534"/>
    <w:rsid w:val="00847C0C"/>
    <w:rsid w:val="008721EE"/>
    <w:rsid w:val="00872999"/>
    <w:rsid w:val="00875C50"/>
    <w:rsid w:val="00880950"/>
    <w:rsid w:val="00884A5A"/>
    <w:rsid w:val="00885026"/>
    <w:rsid w:val="0089360E"/>
    <w:rsid w:val="008A2295"/>
    <w:rsid w:val="008B0044"/>
    <w:rsid w:val="008B7F96"/>
    <w:rsid w:val="008C03E4"/>
    <w:rsid w:val="008D0B56"/>
    <w:rsid w:val="008E061A"/>
    <w:rsid w:val="008E5807"/>
    <w:rsid w:val="008E6B6A"/>
    <w:rsid w:val="008E7960"/>
    <w:rsid w:val="008F56BE"/>
    <w:rsid w:val="00910C6C"/>
    <w:rsid w:val="009161F9"/>
    <w:rsid w:val="009216AE"/>
    <w:rsid w:val="0093081B"/>
    <w:rsid w:val="00951A63"/>
    <w:rsid w:val="009534CB"/>
    <w:rsid w:val="00963F7C"/>
    <w:rsid w:val="00964D16"/>
    <w:rsid w:val="00967FEA"/>
    <w:rsid w:val="00973A04"/>
    <w:rsid w:val="00975528"/>
    <w:rsid w:val="00980632"/>
    <w:rsid w:val="009826C3"/>
    <w:rsid w:val="009840F5"/>
    <w:rsid w:val="009A0763"/>
    <w:rsid w:val="009A2DD2"/>
    <w:rsid w:val="009A3618"/>
    <w:rsid w:val="009B1949"/>
    <w:rsid w:val="009B7560"/>
    <w:rsid w:val="009C3AFD"/>
    <w:rsid w:val="009C4D25"/>
    <w:rsid w:val="009D683F"/>
    <w:rsid w:val="00A01025"/>
    <w:rsid w:val="00A17449"/>
    <w:rsid w:val="00A20A27"/>
    <w:rsid w:val="00A267C2"/>
    <w:rsid w:val="00A35E5F"/>
    <w:rsid w:val="00A3746A"/>
    <w:rsid w:val="00A62FEA"/>
    <w:rsid w:val="00A70E3C"/>
    <w:rsid w:val="00A8118B"/>
    <w:rsid w:val="00A85C34"/>
    <w:rsid w:val="00A865BD"/>
    <w:rsid w:val="00AA1ED8"/>
    <w:rsid w:val="00AB228C"/>
    <w:rsid w:val="00AC70DD"/>
    <w:rsid w:val="00AF6864"/>
    <w:rsid w:val="00B14FBE"/>
    <w:rsid w:val="00B16FCA"/>
    <w:rsid w:val="00B31422"/>
    <w:rsid w:val="00B508AC"/>
    <w:rsid w:val="00B652DF"/>
    <w:rsid w:val="00B71A25"/>
    <w:rsid w:val="00B7308B"/>
    <w:rsid w:val="00BA15A8"/>
    <w:rsid w:val="00BA7A98"/>
    <w:rsid w:val="00BB6508"/>
    <w:rsid w:val="00BC0865"/>
    <w:rsid w:val="00BC6464"/>
    <w:rsid w:val="00BD16E3"/>
    <w:rsid w:val="00BE30F3"/>
    <w:rsid w:val="00BE3B62"/>
    <w:rsid w:val="00BE40E1"/>
    <w:rsid w:val="00BF0E79"/>
    <w:rsid w:val="00BF7E0C"/>
    <w:rsid w:val="00C3014E"/>
    <w:rsid w:val="00C31170"/>
    <w:rsid w:val="00C3515C"/>
    <w:rsid w:val="00C434B3"/>
    <w:rsid w:val="00C56BBE"/>
    <w:rsid w:val="00C7293D"/>
    <w:rsid w:val="00C75549"/>
    <w:rsid w:val="00C860B6"/>
    <w:rsid w:val="00C93A7B"/>
    <w:rsid w:val="00CA5089"/>
    <w:rsid w:val="00CC5576"/>
    <w:rsid w:val="00CC5643"/>
    <w:rsid w:val="00CD6E41"/>
    <w:rsid w:val="00CF710F"/>
    <w:rsid w:val="00D05852"/>
    <w:rsid w:val="00D07952"/>
    <w:rsid w:val="00D11768"/>
    <w:rsid w:val="00D137B8"/>
    <w:rsid w:val="00D21B62"/>
    <w:rsid w:val="00D27FAF"/>
    <w:rsid w:val="00D53095"/>
    <w:rsid w:val="00D53C96"/>
    <w:rsid w:val="00D56EC0"/>
    <w:rsid w:val="00D61CB6"/>
    <w:rsid w:val="00D73382"/>
    <w:rsid w:val="00D75C4A"/>
    <w:rsid w:val="00D83764"/>
    <w:rsid w:val="00D83AD2"/>
    <w:rsid w:val="00DB0A81"/>
    <w:rsid w:val="00DC7D68"/>
    <w:rsid w:val="00DD64EE"/>
    <w:rsid w:val="00DE6336"/>
    <w:rsid w:val="00DE6B1F"/>
    <w:rsid w:val="00DF072E"/>
    <w:rsid w:val="00DF08FC"/>
    <w:rsid w:val="00DF176A"/>
    <w:rsid w:val="00DF1DB5"/>
    <w:rsid w:val="00DF4588"/>
    <w:rsid w:val="00E03647"/>
    <w:rsid w:val="00E04948"/>
    <w:rsid w:val="00E06F0E"/>
    <w:rsid w:val="00E0746D"/>
    <w:rsid w:val="00E23BA8"/>
    <w:rsid w:val="00E253B6"/>
    <w:rsid w:val="00E41B16"/>
    <w:rsid w:val="00E41DA6"/>
    <w:rsid w:val="00E5166C"/>
    <w:rsid w:val="00E53D97"/>
    <w:rsid w:val="00E730CD"/>
    <w:rsid w:val="00E934AD"/>
    <w:rsid w:val="00E93FA9"/>
    <w:rsid w:val="00EB096E"/>
    <w:rsid w:val="00EB2002"/>
    <w:rsid w:val="00EB741D"/>
    <w:rsid w:val="00EC0749"/>
    <w:rsid w:val="00EC3839"/>
    <w:rsid w:val="00EC5785"/>
    <w:rsid w:val="00EE05D3"/>
    <w:rsid w:val="00EE4D42"/>
    <w:rsid w:val="00EE7DA2"/>
    <w:rsid w:val="00F02C7F"/>
    <w:rsid w:val="00F042B6"/>
    <w:rsid w:val="00F10F7F"/>
    <w:rsid w:val="00F14140"/>
    <w:rsid w:val="00F20DED"/>
    <w:rsid w:val="00F21B07"/>
    <w:rsid w:val="00F239FF"/>
    <w:rsid w:val="00F44C2C"/>
    <w:rsid w:val="00F451A6"/>
    <w:rsid w:val="00F51542"/>
    <w:rsid w:val="00F53B4F"/>
    <w:rsid w:val="00F54A6C"/>
    <w:rsid w:val="00F67C24"/>
    <w:rsid w:val="00F836FA"/>
    <w:rsid w:val="00F9720C"/>
    <w:rsid w:val="00FC6DFF"/>
    <w:rsid w:val="00FE18FF"/>
    <w:rsid w:val="00FE6E10"/>
    <w:rsid w:val="00FF4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  <o:rules v:ext="edit">
        <o:r id="V:Rule3" type="connector" idref="#_x0000_s2050"/>
        <o:r id="V:Rule4" type="connector" idref="#_x0000_s2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80632"/>
    <w:pPr>
      <w:keepNext/>
      <w:jc w:val="center"/>
      <w:outlineLvl w:val="0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D32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D32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534C"/>
  </w:style>
  <w:style w:type="table" w:styleId="Tabela-Siatka">
    <w:name w:val="Table Grid"/>
    <w:basedOn w:val="Standardowy"/>
    <w:rsid w:val="00105A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lokowy">
    <w:name w:val="Block Text"/>
    <w:basedOn w:val="Normalny"/>
    <w:rsid w:val="00980632"/>
    <w:pPr>
      <w:widowControl w:val="0"/>
      <w:tabs>
        <w:tab w:val="left" w:pos="9356"/>
      </w:tabs>
      <w:autoSpaceDE w:val="0"/>
      <w:autoSpaceDN w:val="0"/>
      <w:adjustRightInd w:val="0"/>
      <w:spacing w:before="120" w:line="256" w:lineRule="auto"/>
      <w:ind w:left="567" w:right="-2" w:firstLine="709"/>
      <w:jc w:val="both"/>
    </w:pPr>
    <w:rPr>
      <w:rFonts w:ascii="Bookman Old Style" w:hAnsi="Bookman Old Style"/>
      <w:sz w:val="22"/>
      <w:szCs w:val="22"/>
    </w:rPr>
  </w:style>
  <w:style w:type="paragraph" w:styleId="Tekstpodstawowy">
    <w:name w:val="Body Text"/>
    <w:basedOn w:val="Normalny"/>
    <w:rsid w:val="00910C6C"/>
    <w:pPr>
      <w:ind w:right="141"/>
      <w:jc w:val="both"/>
    </w:pPr>
    <w:rPr>
      <w:szCs w:val="20"/>
    </w:rPr>
  </w:style>
  <w:style w:type="paragraph" w:styleId="Tekstprzypisukocowego">
    <w:name w:val="endnote text"/>
    <w:basedOn w:val="Normalny"/>
    <w:semiHidden/>
    <w:rsid w:val="00D07952"/>
    <w:rPr>
      <w:sz w:val="20"/>
      <w:szCs w:val="20"/>
    </w:rPr>
  </w:style>
  <w:style w:type="character" w:styleId="Odwoanieprzypisukocowego">
    <w:name w:val="endnote reference"/>
    <w:semiHidden/>
    <w:rsid w:val="00D07952"/>
    <w:rPr>
      <w:vertAlign w:val="superscript"/>
    </w:rPr>
  </w:style>
  <w:style w:type="paragraph" w:styleId="Tekstprzypisudolnego">
    <w:name w:val="footnote text"/>
    <w:basedOn w:val="Normalny"/>
    <w:semiHidden/>
    <w:rsid w:val="00E53D97"/>
    <w:rPr>
      <w:sz w:val="20"/>
      <w:szCs w:val="20"/>
    </w:rPr>
  </w:style>
  <w:style w:type="character" w:styleId="Odwoanieprzypisudolnego">
    <w:name w:val="footnote reference"/>
    <w:semiHidden/>
    <w:rsid w:val="00E53D97"/>
    <w:rPr>
      <w:vertAlign w:val="superscript"/>
    </w:rPr>
  </w:style>
  <w:style w:type="character" w:customStyle="1" w:styleId="NagwekZnak">
    <w:name w:val="Nagłówek Znak"/>
    <w:link w:val="Nagwek"/>
    <w:uiPriority w:val="99"/>
    <w:rsid w:val="0058400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C7A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11768"/>
    <w:rPr>
      <w:sz w:val="24"/>
      <w:szCs w:val="24"/>
    </w:rPr>
  </w:style>
  <w:style w:type="paragraph" w:styleId="Tekstdymka">
    <w:name w:val="Balloon Text"/>
    <w:basedOn w:val="Normalny"/>
    <w:link w:val="TekstdymkaZnak"/>
    <w:rsid w:val="008455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4553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827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ormanowska.wanda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RMA\Desktop\FORMA\projekty\2013\Rawicz\Gajowa\Kosztorys%20inwestorski\sp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spis.dot</Template>
  <TotalTime>235</TotalTime>
  <Pages>1</Pages>
  <Words>132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OPRACOWANIA</vt:lpstr>
    </vt:vector>
  </TitlesOfParts>
  <Company>Forma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OPRACOWANIA</dc:title>
  <dc:creator>FORMA</dc:creator>
  <cp:lastModifiedBy>wformanowska</cp:lastModifiedBy>
  <cp:revision>9</cp:revision>
  <cp:lastPrinted>2025-07-30T10:31:00Z</cp:lastPrinted>
  <dcterms:created xsi:type="dcterms:W3CDTF">2023-02-23T06:54:00Z</dcterms:created>
  <dcterms:modified xsi:type="dcterms:W3CDTF">2025-07-30T10:31:00Z</dcterms:modified>
</cp:coreProperties>
</file>